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E17" w:rsidRPr="00DD4E17" w:rsidRDefault="000D44AF" w:rsidP="00DD4E17">
      <w:pPr>
        <w:tabs>
          <w:tab w:val="left" w:pos="3119"/>
        </w:tabs>
        <w:spacing w:after="0" w:line="240" w:lineRule="auto"/>
        <w:rPr>
          <w:rFonts w:ascii="Murrelektronik Thesis" w:eastAsia="Arial" w:hAnsi="Murrelektronik Thesis" w:cs="Arial"/>
          <w:sz w:val="16"/>
          <w:szCs w:val="16"/>
          <w:lang w:val="en-US" w:eastAsia="de-DE"/>
        </w:rPr>
      </w:pPr>
      <w:r w:rsidRPr="00DD4E17">
        <w:rPr>
          <w:rFonts w:ascii="Murrelektronik Thesis" w:eastAsia="Arial" w:hAnsi="Murrelektronik Thesis" w:cs="Arial"/>
          <w:noProof/>
          <w:sz w:val="16"/>
          <w:szCs w:val="16"/>
          <w:lang w:eastAsia="de-DE"/>
        </w:rPr>
        <w:drawing>
          <wp:anchor distT="0" distB="0" distL="114300" distR="114300" simplePos="0" relativeHeight="251662336" behindDoc="1" locked="0" layoutInCell="1" allowOverlap="1" wp14:anchorId="2FBC7BF7" wp14:editId="6CEC90C3">
            <wp:simplePos x="0" y="0"/>
            <wp:positionH relativeFrom="column">
              <wp:posOffset>4961890</wp:posOffset>
            </wp:positionH>
            <wp:positionV relativeFrom="paragraph">
              <wp:posOffset>-573405</wp:posOffset>
            </wp:positionV>
            <wp:extent cx="1346200" cy="572135"/>
            <wp:effectExtent l="0" t="0" r="6350" b="0"/>
            <wp:wrapNone/>
            <wp:docPr id="6" name="Bild 2" descr="Kopie von ME-Logo_gru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opie von ME-Logo_grue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572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4E17" w:rsidRPr="00DD4E17">
        <w:rPr>
          <w:rFonts w:ascii="Murrelektronik Thesis" w:eastAsia="Arial" w:hAnsi="Murrelektronik Thesis" w:cs="Arial"/>
          <w:noProof/>
          <w:sz w:val="16"/>
          <w:szCs w:val="16"/>
          <w:lang w:eastAsia="de-DE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26CCE53" wp14:editId="733412A7">
                <wp:simplePos x="0" y="0"/>
                <wp:positionH relativeFrom="column">
                  <wp:align>left</wp:align>
                </wp:positionH>
                <wp:positionV relativeFrom="paragraph">
                  <wp:posOffset>0</wp:posOffset>
                </wp:positionV>
                <wp:extent cx="6299835" cy="0"/>
                <wp:effectExtent l="15240" t="12065" r="9525" b="6985"/>
                <wp:wrapNone/>
                <wp:docPr id="13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59B22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A5BB69" id="Line 19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from="0,0" to="496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" strokecolor="#59b224" strokeweight="1pt"/>
            </w:pict>
          </mc:Fallback>
        </mc:AlternateContent>
      </w:r>
    </w:p>
    <w:p w:rsidR="00DD4E17" w:rsidRPr="00DD4E17" w:rsidRDefault="00DD4E17" w:rsidP="00DD4E17">
      <w:pPr>
        <w:tabs>
          <w:tab w:val="left" w:pos="3119"/>
        </w:tabs>
        <w:spacing w:after="0" w:line="240" w:lineRule="auto"/>
        <w:rPr>
          <w:rFonts w:ascii="Murrelektronik Thesis" w:eastAsia="Arial" w:hAnsi="Murrelektronik Thesis" w:cs="Arial"/>
          <w:sz w:val="16"/>
          <w:szCs w:val="16"/>
          <w:lang w:val="en-US" w:eastAsia="de-DE"/>
        </w:rPr>
      </w:pPr>
      <w:r w:rsidRPr="00597526">
        <w:rPr>
          <w:rFonts w:ascii="Murrelektronik Thesis" w:eastAsia="Arial" w:hAnsi="Murrelektronik Thesis" w:cs="Arial"/>
          <w:sz w:val="16"/>
          <w:szCs w:val="16"/>
          <w:lang w:val="en-US" w:eastAsia="de-DE"/>
        </w:rPr>
        <w:t>Murrelektronik GmbH</w:t>
      </w:r>
      <w:r w:rsidRPr="00597526">
        <w:rPr>
          <w:rFonts w:ascii="Murrelektronik Thesis" w:eastAsia="Arial" w:hAnsi="Murrelektronik Thesis" w:cs="Arial"/>
          <w:sz w:val="16"/>
          <w:szCs w:val="16"/>
          <w:lang w:val="en-US" w:eastAsia="de-DE"/>
        </w:rPr>
        <w:tab/>
      </w:r>
      <w:proofErr w:type="spellStart"/>
      <w:r w:rsidRPr="00597526">
        <w:rPr>
          <w:rFonts w:ascii="Murrelektronik Thesis" w:eastAsia="Arial" w:hAnsi="Murrelektronik Thesis" w:cs="Arial"/>
          <w:sz w:val="16"/>
          <w:szCs w:val="16"/>
          <w:lang w:val="en-US" w:eastAsia="de-DE"/>
        </w:rPr>
        <w:t>Fon</w:t>
      </w:r>
      <w:proofErr w:type="spellEnd"/>
      <w:r w:rsidRPr="00597526">
        <w:rPr>
          <w:rFonts w:ascii="Murrelektronik Thesis" w:eastAsia="Arial" w:hAnsi="Murrelektronik Thesis" w:cs="Arial"/>
          <w:sz w:val="16"/>
          <w:szCs w:val="16"/>
          <w:lang w:val="en-US" w:eastAsia="de-DE"/>
        </w:rPr>
        <w:t xml:space="preserve"> +43 1 7064525-0 | Fax +43 1 7064525-300</w:t>
      </w:r>
    </w:p>
    <w:p w:rsidR="00DD4E17" w:rsidRPr="00DD4E17" w:rsidRDefault="00DD4E17" w:rsidP="00DD4E17">
      <w:pPr>
        <w:tabs>
          <w:tab w:val="left" w:pos="3119"/>
        </w:tabs>
        <w:spacing w:after="0" w:line="240" w:lineRule="auto"/>
        <w:rPr>
          <w:rFonts w:ascii="Murrelektronik Thesis" w:eastAsia="Arial" w:hAnsi="Murrelektronik Thesis" w:cs="Arial"/>
          <w:sz w:val="16"/>
          <w:szCs w:val="16"/>
          <w:lang w:val="en-US" w:eastAsia="de-DE"/>
        </w:rPr>
      </w:pPr>
      <w:r w:rsidRPr="00DD4E17">
        <w:rPr>
          <w:rFonts w:ascii="Murrelektronik Thesis" w:eastAsia="Arial" w:hAnsi="Murrelektronik Thesis" w:cs="Arial"/>
          <w:sz w:val="16"/>
          <w:szCs w:val="16"/>
          <w:lang w:val="en-US" w:eastAsia="de-DE"/>
        </w:rPr>
        <w:t>Concorde Business Park D2/11</w:t>
      </w:r>
      <w:r w:rsidRPr="00DD4E17">
        <w:rPr>
          <w:rFonts w:ascii="Murrelektronik Thesis" w:eastAsia="Arial" w:hAnsi="Murrelektronik Thesis" w:cs="Arial"/>
          <w:sz w:val="16"/>
          <w:szCs w:val="16"/>
          <w:lang w:val="en-US" w:eastAsia="de-DE"/>
        </w:rPr>
        <w:tab/>
        <w:t>www.murrelektronik.at</w:t>
      </w:r>
    </w:p>
    <w:p w:rsidR="00DD4E17" w:rsidRPr="00DD4E17" w:rsidRDefault="00DD4E17" w:rsidP="00DD4E17">
      <w:pPr>
        <w:tabs>
          <w:tab w:val="left" w:pos="3119"/>
        </w:tabs>
        <w:spacing w:after="0" w:line="240" w:lineRule="auto"/>
        <w:rPr>
          <w:rFonts w:ascii="Murrelektronik Thesis" w:eastAsia="Arial" w:hAnsi="Murrelektronik Thesis" w:cs="Arial"/>
          <w:sz w:val="16"/>
          <w:szCs w:val="16"/>
          <w:lang w:val="en-US" w:eastAsia="de-DE"/>
        </w:rPr>
      </w:pPr>
      <w:r w:rsidRPr="00DD4E17">
        <w:rPr>
          <w:rFonts w:ascii="Murrelektronik Thesis" w:eastAsia="Arial" w:hAnsi="Murrelektronik Thesis" w:cs="Arial"/>
          <w:sz w:val="16"/>
          <w:szCs w:val="16"/>
          <w:lang w:val="en-US" w:eastAsia="de-DE"/>
        </w:rPr>
        <w:t>A-2320 Schwechat</w:t>
      </w:r>
      <w:r w:rsidRPr="00DD4E17">
        <w:rPr>
          <w:rFonts w:ascii="Murrelektronik Thesis" w:eastAsia="Arial" w:hAnsi="Murrelektronik Thesis" w:cs="Arial"/>
          <w:sz w:val="16"/>
          <w:szCs w:val="16"/>
          <w:lang w:val="en-US" w:eastAsia="de-DE"/>
        </w:rPr>
        <w:tab/>
      </w:r>
      <w:hyperlink r:id="rId7" w:history="1">
        <w:r w:rsidRPr="00DD4E17">
          <w:rPr>
            <w:rFonts w:ascii="Murrelektronik Thesis" w:eastAsia="Arial" w:hAnsi="Murrelektronik Thesis" w:cs="Arial"/>
            <w:sz w:val="16"/>
            <w:szCs w:val="16"/>
            <w:lang w:val="en-US" w:eastAsia="de-DE"/>
          </w:rPr>
          <w:t>info@murrelektronik.at</w:t>
        </w:r>
      </w:hyperlink>
    </w:p>
    <w:p w:rsidR="00DD4E17" w:rsidRPr="00DB20C1" w:rsidRDefault="00DD4E17" w:rsidP="00DD4E17">
      <w:pPr>
        <w:tabs>
          <w:tab w:val="left" w:pos="3119"/>
        </w:tabs>
        <w:spacing w:after="0" w:line="240" w:lineRule="auto"/>
        <w:rPr>
          <w:rFonts w:eastAsia="Arial" w:cs="Arial"/>
          <w:szCs w:val="16"/>
          <w:lang w:val="en-US" w:eastAsia="de-DE"/>
        </w:rPr>
      </w:pPr>
    </w:p>
    <w:p w:rsidR="00DD4E17" w:rsidRPr="00DB20C1" w:rsidRDefault="00DD4E17" w:rsidP="00DD4E17">
      <w:pPr>
        <w:tabs>
          <w:tab w:val="left" w:pos="3119"/>
        </w:tabs>
        <w:spacing w:after="0" w:line="240" w:lineRule="auto"/>
        <w:rPr>
          <w:rFonts w:eastAsia="Arial" w:cs="Arial"/>
          <w:szCs w:val="16"/>
          <w:lang w:val="en-US" w:eastAsia="de-DE"/>
        </w:rPr>
      </w:pPr>
      <w:bookmarkStart w:id="0" w:name="_GoBack"/>
      <w:bookmarkEnd w:id="0"/>
    </w:p>
    <w:p w:rsidR="00DD4E17" w:rsidRPr="00DB20C1" w:rsidRDefault="00DD4E17" w:rsidP="00DD4E17">
      <w:pPr>
        <w:tabs>
          <w:tab w:val="left" w:pos="3119"/>
        </w:tabs>
        <w:spacing w:after="0" w:line="240" w:lineRule="auto"/>
        <w:rPr>
          <w:rFonts w:eastAsia="Arial" w:cs="Arial"/>
          <w:szCs w:val="16"/>
          <w:lang w:val="en-US" w:eastAsia="de-DE"/>
        </w:rPr>
      </w:pPr>
    </w:p>
    <w:p w:rsidR="00DD4E17" w:rsidRPr="00DB20C1" w:rsidRDefault="00DD4E17" w:rsidP="00DD4E17">
      <w:pPr>
        <w:rPr>
          <w:b/>
          <w:color w:val="59B224"/>
          <w:sz w:val="32"/>
          <w:szCs w:val="32"/>
        </w:rPr>
      </w:pPr>
      <w:r w:rsidRPr="00DB20C1">
        <w:rPr>
          <w:b/>
          <w:color w:val="59B224"/>
          <w:sz w:val="32"/>
          <w:szCs w:val="32"/>
        </w:rPr>
        <w:t>PRESSEINFORMATION</w:t>
      </w:r>
    </w:p>
    <w:p w:rsidR="00DD4E17" w:rsidRPr="00DB20C1" w:rsidRDefault="00DD4E17" w:rsidP="00DD4E17">
      <w:pPr>
        <w:tabs>
          <w:tab w:val="left" w:pos="3119"/>
        </w:tabs>
        <w:spacing w:after="0" w:line="240" w:lineRule="auto"/>
        <w:rPr>
          <w:rFonts w:eastAsia="Arial" w:cs="Arial"/>
          <w:szCs w:val="16"/>
          <w:lang w:eastAsia="de-DE"/>
        </w:rPr>
      </w:pPr>
    </w:p>
    <w:p w:rsidR="00DD4E17" w:rsidRPr="00DB20C1" w:rsidRDefault="00DD4E17" w:rsidP="00DD4E17">
      <w:pPr>
        <w:tabs>
          <w:tab w:val="left" w:pos="3119"/>
        </w:tabs>
        <w:spacing w:after="0" w:line="240" w:lineRule="auto"/>
        <w:rPr>
          <w:rFonts w:eastAsia="Arial" w:cs="Arial"/>
          <w:szCs w:val="16"/>
          <w:lang w:eastAsia="de-DE"/>
        </w:rPr>
      </w:pPr>
    </w:p>
    <w:p w:rsidR="00DD4E17" w:rsidRPr="00DB20C1" w:rsidRDefault="00DD4E17" w:rsidP="00DD4E17">
      <w:pPr>
        <w:tabs>
          <w:tab w:val="left" w:pos="3119"/>
        </w:tabs>
        <w:spacing w:after="0" w:line="240" w:lineRule="auto"/>
        <w:rPr>
          <w:rFonts w:eastAsia="Arial" w:cs="Arial"/>
          <w:szCs w:val="16"/>
          <w:lang w:eastAsia="de-DE"/>
        </w:rPr>
      </w:pPr>
    </w:p>
    <w:p w:rsidR="00552D3C" w:rsidRPr="00DB20C1" w:rsidRDefault="00DD4E17" w:rsidP="00A910D8">
      <w:r w:rsidRPr="00DB20C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1AB558D" wp14:editId="14FDC05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99835" cy="0"/>
                <wp:effectExtent l="5715" t="13970" r="9525" b="5080"/>
                <wp:wrapNone/>
                <wp:docPr id="14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59B22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8B88EC" id="Line 20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96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" strokecolor="#59b224" strokeweight=".5pt"/>
            </w:pict>
          </mc:Fallback>
        </mc:AlternateContent>
      </w:r>
    </w:p>
    <w:p w:rsidR="001611F5" w:rsidRPr="00013994" w:rsidRDefault="001611F5" w:rsidP="001611F5">
      <w:pPr>
        <w:rPr>
          <w:i/>
        </w:rPr>
      </w:pPr>
      <w:r w:rsidRPr="00013994">
        <w:rPr>
          <w:i/>
        </w:rPr>
        <w:t>Umspritzte Power-Steckverbinder</w:t>
      </w:r>
    </w:p>
    <w:p w:rsidR="001611F5" w:rsidRPr="00013994" w:rsidRDefault="001611F5" w:rsidP="001611F5">
      <w:pPr>
        <w:rPr>
          <w:sz w:val="32"/>
          <w:szCs w:val="32"/>
        </w:rPr>
      </w:pPr>
      <w:r w:rsidRPr="00013994">
        <w:rPr>
          <w:sz w:val="32"/>
          <w:szCs w:val="32"/>
        </w:rPr>
        <w:t>Motoren spielend leicht anschließen</w:t>
      </w:r>
    </w:p>
    <w:p w:rsidR="001611F5" w:rsidRPr="00013994" w:rsidRDefault="001611F5" w:rsidP="001611F5">
      <w:pPr>
        <w:rPr>
          <w:b/>
        </w:rPr>
      </w:pPr>
      <w:r w:rsidRPr="00013994">
        <w:rPr>
          <w:b/>
        </w:rPr>
        <w:t>Mit den Powersteckverbindern von Murrelektronik können Motoren spielend leicht angeschlossen werden.</w:t>
      </w:r>
    </w:p>
    <w:p w:rsidR="001611F5" w:rsidRPr="00013994" w:rsidRDefault="001611F5" w:rsidP="001611F5">
      <w:pPr>
        <w:pStyle w:val="Listenabsatz"/>
        <w:numPr>
          <w:ilvl w:val="0"/>
          <w:numId w:val="3"/>
        </w:numPr>
      </w:pPr>
      <w:r w:rsidRPr="00013994">
        <w:t xml:space="preserve">Der </w:t>
      </w:r>
      <w:r w:rsidRPr="00013994">
        <w:rPr>
          <w:b/>
        </w:rPr>
        <w:t>M12-Power</w:t>
      </w:r>
      <w:r w:rsidRPr="00013994">
        <w:t xml:space="preserve"> ist ein maximal kompakter und leistungsstarker M12-Steckverbinder.</w:t>
      </w:r>
    </w:p>
    <w:p w:rsidR="001611F5" w:rsidRPr="00013994" w:rsidRDefault="001611F5" w:rsidP="001611F5">
      <w:pPr>
        <w:pStyle w:val="Listenabsatz"/>
        <w:numPr>
          <w:ilvl w:val="0"/>
          <w:numId w:val="3"/>
        </w:numPr>
      </w:pPr>
      <w:r w:rsidRPr="00013994">
        <w:t xml:space="preserve">Die neue Standard-Anschlusstechnik des </w:t>
      </w:r>
      <w:r w:rsidRPr="00013994">
        <w:rPr>
          <w:b/>
        </w:rPr>
        <w:t>MQ15-X-Power</w:t>
      </w:r>
      <w:r w:rsidRPr="00013994">
        <w:t xml:space="preserve"> ermöglicht eine besonders flinke Montage.</w:t>
      </w:r>
    </w:p>
    <w:p w:rsidR="001611F5" w:rsidRPr="00013994" w:rsidRDefault="001611F5" w:rsidP="001611F5">
      <w:pPr>
        <w:pStyle w:val="Listenabsatz"/>
        <w:numPr>
          <w:ilvl w:val="0"/>
          <w:numId w:val="3"/>
        </w:numPr>
      </w:pPr>
      <w:r w:rsidRPr="00013994">
        <w:t xml:space="preserve">Der </w:t>
      </w:r>
      <w:r w:rsidRPr="00013994">
        <w:rPr>
          <w:b/>
        </w:rPr>
        <w:t>M23-Steckverbinder</w:t>
      </w:r>
      <w:r w:rsidRPr="00013994">
        <w:t xml:space="preserve"> von Murrelektronik ist eine etablierte Standardlösung, um Servomotoren anzuschließen.</w:t>
      </w:r>
    </w:p>
    <w:p w:rsidR="001611F5" w:rsidRPr="00013994" w:rsidRDefault="001611F5" w:rsidP="001611F5">
      <w:r w:rsidRPr="00013994">
        <w:t>Perfekte Kontaktierung, Dichtigkeit und Medienbeständigkeit sind Grundanforderungen an alle Arten von Steckverbindern. Im Bereich der Motoranschlusstechnik sind weitere, spezielle Eigenschaften gefordert: große Anschlussquerschnitte, hohe Leistungen in möglichst kleinen Bauformen und – am wichtigsten – integrierte Rüttelsicherungen, die den Stecker auch bei stärksten Vibrationen sicher fixieren. Ohne Nachziehen. Eine praktische Schlüsselfläche macht die Installation in Verbindung mit einem geeigneten Drehmomentschlüssel zur einfachen Übung.</w:t>
      </w:r>
    </w:p>
    <w:p w:rsidR="001611F5" w:rsidRPr="00013994" w:rsidRDefault="001611F5" w:rsidP="001611F5">
      <w:r w:rsidRPr="00013994">
        <w:t xml:space="preserve">Murrelektronik bietet Powerleitungen für unterschiedliche Anwendungen und Motorarten, die diese Ansprüche erfüllen – und das in einer großen Variantenvielfalt, auch in kleinen Auflagen und mit Anschlussleitungen, die passgenau auf die konkrete Anforderung </w:t>
      </w:r>
      <w:proofErr w:type="spellStart"/>
      <w:r w:rsidRPr="00013994">
        <w:t>abgelängt</w:t>
      </w:r>
      <w:proofErr w:type="spellEnd"/>
      <w:r w:rsidRPr="00013994">
        <w:t xml:space="preserve"> werden.</w:t>
      </w:r>
    </w:p>
    <w:p w:rsidR="001611F5" w:rsidRPr="00013994" w:rsidRDefault="001611F5" w:rsidP="001611F5"/>
    <w:p w:rsidR="001611F5" w:rsidRPr="00013994" w:rsidRDefault="001611F5" w:rsidP="001611F5">
      <w:pPr>
        <w:rPr>
          <w:b/>
        </w:rPr>
      </w:pPr>
      <w:r w:rsidRPr="00013994">
        <w:rPr>
          <w:b/>
        </w:rPr>
        <w:t>Wussten Sie schon?</w:t>
      </w:r>
    </w:p>
    <w:p w:rsidR="008865EC" w:rsidRPr="00013994" w:rsidRDefault="001611F5" w:rsidP="00023EFE">
      <w:r w:rsidRPr="00013994">
        <w:t>Murrelektronik-Leitungen stehen für erstklassige und geprüfte Qualität. Das Know-how für Powerleitung basiert auf der jahrelangen Erfahrung in der Fertigung von M8- und M12-Steckverbindern für die Sensor-Aktor-Ebene.</w:t>
      </w:r>
    </w:p>
    <w:p w:rsidR="003525C6" w:rsidRDefault="003525C6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3F10D5" w:rsidRPr="00013994" w:rsidRDefault="003F10D5" w:rsidP="003F10D5">
      <w:pPr>
        <w:rPr>
          <w:sz w:val="32"/>
          <w:szCs w:val="32"/>
        </w:rPr>
      </w:pPr>
      <w:r w:rsidRPr="00013994">
        <w:rPr>
          <w:sz w:val="32"/>
          <w:szCs w:val="32"/>
        </w:rPr>
        <w:lastRenderedPageBreak/>
        <w:t>Bildhinweise</w:t>
      </w:r>
    </w:p>
    <w:p w:rsidR="003525C6" w:rsidRPr="00DD4E17" w:rsidRDefault="003525C6" w:rsidP="003525C6">
      <w:pPr>
        <w:rPr>
          <w:rFonts w:ascii="Murrelektronik Thesis" w:hAnsi="Murrelektronik Thesis"/>
        </w:rPr>
      </w:pPr>
    </w:p>
    <w:p w:rsidR="00D325E6" w:rsidRPr="00DD4E17" w:rsidRDefault="00D325E6" w:rsidP="003525C6">
      <w:pPr>
        <w:rPr>
          <w:rFonts w:ascii="Murrelektronik Thesis" w:hAnsi="Murrelektronik Thesis"/>
          <w:i/>
          <w:noProof/>
          <w:lang w:eastAsia="de-DE"/>
        </w:rPr>
      </w:pPr>
      <w:r w:rsidRPr="00DD4E17">
        <w:rPr>
          <w:rFonts w:ascii="Murrelektronik Thesis" w:hAnsi="Murrelektronik Thesis"/>
          <w:noProof/>
          <w:lang w:eastAsia="de-DE"/>
        </w:rPr>
        <w:drawing>
          <wp:inline distT="0" distB="0" distL="0" distR="0" wp14:anchorId="002BD546" wp14:editId="2CA193B5">
            <wp:extent cx="2091527" cy="1440000"/>
            <wp:effectExtent l="0" t="0" r="4445" b="8255"/>
            <wp:docPr id="4" name="Grafik 4" descr="C:\Users\hornauer\Desktop\Texte\Power-Steckverbinder\Motoren spielend leicht anschließ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ornauer\Desktop\Texte\Power-Steckverbinder\Motoren spielend leicht anschließe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527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5C6" w:rsidRPr="00013994" w:rsidRDefault="00D325E6" w:rsidP="003525C6">
      <w:pPr>
        <w:rPr>
          <w:i/>
          <w:noProof/>
          <w:lang w:eastAsia="de-DE"/>
        </w:rPr>
      </w:pPr>
      <w:r w:rsidRPr="00013994">
        <w:rPr>
          <w:i/>
          <w:noProof/>
          <w:lang w:eastAsia="de-DE"/>
        </w:rPr>
        <w:t>Motoren spielend leicht anschließen</w:t>
      </w:r>
    </w:p>
    <w:p w:rsidR="003525C6" w:rsidRPr="00013994" w:rsidRDefault="003525C6" w:rsidP="003525C6"/>
    <w:p w:rsidR="00D325E6" w:rsidRPr="00DD4E17" w:rsidRDefault="00D325E6" w:rsidP="003525C6">
      <w:pPr>
        <w:rPr>
          <w:rFonts w:ascii="Murrelektronik Thesis" w:hAnsi="Murrelektronik Thesis"/>
          <w:noProof/>
          <w:lang w:eastAsia="de-DE"/>
        </w:rPr>
      </w:pPr>
      <w:r w:rsidRPr="00DD4E17">
        <w:rPr>
          <w:rFonts w:ascii="Murrelektronik Thesis" w:hAnsi="Murrelektronik Thesis"/>
          <w:noProof/>
          <w:lang w:eastAsia="de-DE"/>
        </w:rPr>
        <w:drawing>
          <wp:inline distT="0" distB="0" distL="0" distR="0" wp14:anchorId="4BA386E6" wp14:editId="5B7AF55A">
            <wp:extent cx="2281699" cy="1440000"/>
            <wp:effectExtent l="0" t="0" r="4445" b="8255"/>
            <wp:docPr id="2" name="Grafik 2" descr="C:\Users\hornauer\Desktop\Texte\Power-Steckverbinder\MQ15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ornauer\Desktop\Texte\Power-Steckverbinder\MQ15X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1699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5E6" w:rsidRPr="00013994" w:rsidRDefault="00D325E6" w:rsidP="003525C6">
      <w:pPr>
        <w:rPr>
          <w:i/>
          <w:noProof/>
          <w:lang w:eastAsia="de-DE"/>
        </w:rPr>
      </w:pPr>
      <w:r w:rsidRPr="00013994">
        <w:rPr>
          <w:i/>
          <w:noProof/>
          <w:lang w:eastAsia="de-DE"/>
        </w:rPr>
        <w:t>MQ15-X-Power</w:t>
      </w:r>
    </w:p>
    <w:p w:rsidR="00D325E6" w:rsidRPr="00013994" w:rsidRDefault="00D325E6" w:rsidP="003525C6">
      <w:pPr>
        <w:rPr>
          <w:noProof/>
          <w:lang w:eastAsia="de-DE"/>
        </w:rPr>
      </w:pPr>
    </w:p>
    <w:p w:rsidR="00D325E6" w:rsidRPr="00DD4E17" w:rsidRDefault="00D325E6" w:rsidP="003525C6">
      <w:pPr>
        <w:rPr>
          <w:rFonts w:ascii="Murrelektronik Thesis" w:hAnsi="Murrelektronik Thesis"/>
          <w:noProof/>
          <w:lang w:eastAsia="de-DE"/>
        </w:rPr>
      </w:pPr>
      <w:r w:rsidRPr="00DD4E17">
        <w:rPr>
          <w:rFonts w:ascii="Murrelektronik Thesis" w:hAnsi="Murrelektronik Thesis"/>
          <w:noProof/>
          <w:lang w:eastAsia="de-DE"/>
        </w:rPr>
        <w:drawing>
          <wp:inline distT="0" distB="0" distL="0" distR="0" wp14:anchorId="4474CE96" wp14:editId="5026356C">
            <wp:extent cx="1018262" cy="1440000"/>
            <wp:effectExtent l="0" t="0" r="0" b="8255"/>
            <wp:docPr id="3" name="Grafik 3" descr="C:\Users\hornauer\Desktop\Texte\Power-Steckverbinder\M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ornauer\Desktop\Texte\Power-Steckverbinder\M2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262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5E6" w:rsidRPr="00013994" w:rsidRDefault="00D325E6" w:rsidP="003525C6">
      <w:pPr>
        <w:rPr>
          <w:i/>
          <w:noProof/>
          <w:lang w:eastAsia="de-DE"/>
        </w:rPr>
      </w:pPr>
      <w:r w:rsidRPr="00013994">
        <w:rPr>
          <w:i/>
          <w:noProof/>
          <w:lang w:eastAsia="de-DE"/>
        </w:rPr>
        <w:t>M23</w:t>
      </w:r>
    </w:p>
    <w:sectPr w:rsidR="00D325E6" w:rsidRPr="0001399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urrelektronik Thesis">
    <w:panose1 w:val="020B0503040302060204"/>
    <w:charset w:val="00"/>
    <w:family w:val="swiss"/>
    <w:pitch w:val="variable"/>
    <w:sig w:usb0="8000002F" w:usb1="50002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C029C"/>
    <w:multiLevelType w:val="hybridMultilevel"/>
    <w:tmpl w:val="A6D6C8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A13AE"/>
    <w:multiLevelType w:val="hybridMultilevel"/>
    <w:tmpl w:val="46F0FC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423A7"/>
    <w:multiLevelType w:val="hybridMultilevel"/>
    <w:tmpl w:val="F5C894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DB1"/>
    <w:rsid w:val="00013994"/>
    <w:rsid w:val="00023EFE"/>
    <w:rsid w:val="00044CB3"/>
    <w:rsid w:val="000C6E5E"/>
    <w:rsid w:val="000D44AF"/>
    <w:rsid w:val="000D63E4"/>
    <w:rsid w:val="00107275"/>
    <w:rsid w:val="001611F5"/>
    <w:rsid w:val="001C6C25"/>
    <w:rsid w:val="002C02D2"/>
    <w:rsid w:val="00347026"/>
    <w:rsid w:val="003525C6"/>
    <w:rsid w:val="00382BBD"/>
    <w:rsid w:val="003F10D5"/>
    <w:rsid w:val="004164F0"/>
    <w:rsid w:val="00552D3C"/>
    <w:rsid w:val="00555DB1"/>
    <w:rsid w:val="005E1908"/>
    <w:rsid w:val="0067500F"/>
    <w:rsid w:val="0069273A"/>
    <w:rsid w:val="00702CA4"/>
    <w:rsid w:val="00825ED8"/>
    <w:rsid w:val="00837216"/>
    <w:rsid w:val="008865EC"/>
    <w:rsid w:val="00946C16"/>
    <w:rsid w:val="009A7A02"/>
    <w:rsid w:val="009F134D"/>
    <w:rsid w:val="00A24423"/>
    <w:rsid w:val="00A910D8"/>
    <w:rsid w:val="00AF4813"/>
    <w:rsid w:val="00B15942"/>
    <w:rsid w:val="00CE4247"/>
    <w:rsid w:val="00D325E6"/>
    <w:rsid w:val="00D7621A"/>
    <w:rsid w:val="00DB20C1"/>
    <w:rsid w:val="00DD4E17"/>
    <w:rsid w:val="00E51CAF"/>
    <w:rsid w:val="00EC3E5D"/>
    <w:rsid w:val="00F71394"/>
    <w:rsid w:val="00FD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BEC53F-16C9-4D74-B21A-95ACA7AC3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3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3E5D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044CB3"/>
    <w:pPr>
      <w:ind w:left="720"/>
      <w:contextualSpacing/>
    </w:pPr>
  </w:style>
  <w:style w:type="character" w:styleId="Hyperlink">
    <w:name w:val="Hyperlink"/>
    <w:rsid w:val="00DD4E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9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mailto:info@murrelektronik.at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87568-6618-4E79-A1CC-23E76D026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C5B6DD22</Template>
  <TotalTime>0</TotalTime>
  <Pages>2</Pages>
  <Words>249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Hornauer, Alexander</dc:creator>
  <cp:keywords/>
  <dc:description/>
  <cp:lastModifiedBy>Brozek Sabine</cp:lastModifiedBy>
  <cp:revision>6</cp:revision>
  <cp:lastPrinted>2018-02-06T14:55:00Z</cp:lastPrinted>
  <dcterms:created xsi:type="dcterms:W3CDTF">2018-10-08T09:46:00Z</dcterms:created>
  <dcterms:modified xsi:type="dcterms:W3CDTF">2019-06-25T08:41:00Z</dcterms:modified>
</cp:coreProperties>
</file>